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C6D9D9" w14:textId="342D6ECE" w:rsidR="000E64F4" w:rsidRDefault="003E351F" w:rsidP="000E64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2601D6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r w:rsidR="009570AF" w:rsidRPr="009570AF">
        <w:rPr>
          <w:rFonts w:ascii="Times New Roman" w:eastAsia="Times New Roman" w:hAnsi="Times New Roman" w:cs="Times New Roman"/>
          <w:sz w:val="28"/>
          <w:szCs w:val="28"/>
        </w:rPr>
        <w:t xml:space="preserve">What is cyberbullying?  </w:t>
      </w:r>
    </w:p>
    <w:p w14:paraId="0CA05BE9" w14:textId="77777777" w:rsidR="009570AF" w:rsidRPr="000E64F4" w:rsidRDefault="000E64F4" w:rsidP="000E64F4">
      <w:pPr>
        <w:autoSpaceDE w:val="0"/>
        <w:autoSpaceDN w:val="0"/>
        <w:adjustRightInd w:val="0"/>
        <w:spacing w:after="0" w:line="240" w:lineRule="auto"/>
        <w:rPr>
          <w:rFonts w:cstheme="minorHAnsi"/>
          <w:color w:val="333333"/>
          <w:sz w:val="20"/>
          <w:szCs w:val="20"/>
        </w:rPr>
      </w:pPr>
      <w:r w:rsidRPr="000E64F4">
        <w:rPr>
          <w:rFonts w:eastAsia="Times New Roman" w:cstheme="minorHAnsi"/>
          <w:sz w:val="20"/>
          <w:szCs w:val="20"/>
        </w:rPr>
        <w:t>(</w:t>
      </w:r>
      <w:r w:rsidRPr="000E64F4">
        <w:rPr>
          <w:rFonts w:cstheme="minorHAnsi"/>
          <w:color w:val="333333"/>
          <w:sz w:val="20"/>
          <w:szCs w:val="20"/>
        </w:rPr>
        <w:t xml:space="preserve">Cyberbullies use text messages, instant messages, email, or sites like Facebook to send harmful messages. Cyberbullying also includes spreading rumors and manipulating photographs online.  </w:t>
      </w:r>
      <w:r w:rsidRPr="000E64F4">
        <w:rPr>
          <w:rFonts w:cstheme="minorHAnsi"/>
          <w:color w:val="474747"/>
          <w:sz w:val="20"/>
          <w:szCs w:val="20"/>
        </w:rPr>
        <w:t>© Strategic Education Research Partnership 2010)</w:t>
      </w:r>
    </w:p>
    <w:p w14:paraId="7EF2B9B4" w14:textId="77777777" w:rsidR="009570AF" w:rsidRDefault="009570AF" w:rsidP="009570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40CB3A35" w14:textId="0C81A5C8" w:rsidR="009570AF" w:rsidRDefault="003E351F" w:rsidP="009570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601D6">
        <w:rPr>
          <w:rFonts w:ascii="Times New Roman" w:hAnsi="Times New Roman" w:cs="Times New Roman"/>
          <w:sz w:val="28"/>
          <w:szCs w:val="28"/>
        </w:rPr>
        <w:t xml:space="preserve">.  </w:t>
      </w:r>
      <w:r w:rsidR="009570AF" w:rsidRPr="009570AF">
        <w:rPr>
          <w:rFonts w:ascii="Times New Roman" w:hAnsi="Times New Roman" w:cs="Times New Roman"/>
          <w:sz w:val="28"/>
          <w:szCs w:val="28"/>
        </w:rPr>
        <w:t xml:space="preserve">Are people more likely to hurt others when they cannot see the victim?  </w:t>
      </w:r>
    </w:p>
    <w:p w14:paraId="4F84DAFF" w14:textId="77777777" w:rsidR="009570AF" w:rsidRDefault="009570AF" w:rsidP="009570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36D23703" w14:textId="713A8417" w:rsidR="009570AF" w:rsidRDefault="003E351F" w:rsidP="009570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2601D6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r w:rsidR="009570AF" w:rsidRPr="009570AF">
        <w:rPr>
          <w:rFonts w:ascii="Times New Roman" w:eastAsia="Times New Roman" w:hAnsi="Times New Roman" w:cs="Times New Roman"/>
          <w:sz w:val="28"/>
          <w:szCs w:val="28"/>
        </w:rPr>
        <w:t xml:space="preserve">Why is cyberbullying dangerous?   </w:t>
      </w:r>
    </w:p>
    <w:p w14:paraId="399547C8" w14:textId="77777777" w:rsidR="009570AF" w:rsidRDefault="009570AF" w:rsidP="009570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14:paraId="2EEF8765" w14:textId="78648292" w:rsidR="009570AF" w:rsidRPr="0024049E" w:rsidRDefault="003E351F" w:rsidP="009570A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="002601D6">
        <w:rPr>
          <w:rFonts w:ascii="Times New Roman" w:eastAsia="Times New Roman" w:hAnsi="Times New Roman" w:cs="Times New Roman"/>
          <w:sz w:val="28"/>
          <w:szCs w:val="28"/>
        </w:rPr>
        <w:t xml:space="preserve">.  </w:t>
      </w:r>
      <w:r w:rsidR="009570AF" w:rsidRPr="009570AF">
        <w:rPr>
          <w:rFonts w:ascii="Times New Roman" w:eastAsia="Times New Roman" w:hAnsi="Times New Roman" w:cs="Times New Roman"/>
          <w:sz w:val="28"/>
          <w:szCs w:val="28"/>
        </w:rPr>
        <w:t>Who can be affected by cyberbullying?</w:t>
      </w:r>
    </w:p>
    <w:p w14:paraId="3629E8F6" w14:textId="77777777" w:rsidR="000E64F4" w:rsidRPr="000E64F4" w:rsidRDefault="000E64F4" w:rsidP="000E64F4">
      <w:pPr>
        <w:autoSpaceDE w:val="0"/>
        <w:autoSpaceDN w:val="0"/>
        <w:adjustRightInd w:val="0"/>
        <w:spacing w:after="0" w:line="240" w:lineRule="auto"/>
        <w:rPr>
          <w:rFonts w:cstheme="minorHAnsi"/>
          <w:color w:val="333333"/>
          <w:sz w:val="20"/>
          <w:szCs w:val="20"/>
        </w:rPr>
      </w:pPr>
      <w:r w:rsidRPr="000E64F4">
        <w:rPr>
          <w:rFonts w:eastAsia="Times New Roman" w:cstheme="minorHAnsi"/>
          <w:sz w:val="20"/>
          <w:szCs w:val="20"/>
        </w:rPr>
        <w:t>(</w:t>
      </w:r>
      <w:r w:rsidRPr="000E64F4">
        <w:rPr>
          <w:rFonts w:cstheme="minorHAnsi"/>
          <w:color w:val="333333"/>
          <w:sz w:val="20"/>
          <w:szCs w:val="20"/>
        </w:rPr>
        <w:t xml:space="preserve">Cyberbullying is especially common among middle school students. An estimated 42% of middle school students are involved in cyberbullying either as a bully or as a victim.  </w:t>
      </w:r>
      <w:r w:rsidRPr="000E64F4">
        <w:rPr>
          <w:rFonts w:cstheme="minorHAnsi"/>
          <w:color w:val="474747"/>
          <w:sz w:val="20"/>
          <w:szCs w:val="20"/>
        </w:rPr>
        <w:t>© Strategic Education Research Partnership 2010)</w:t>
      </w:r>
    </w:p>
    <w:p w14:paraId="00DAF2D9" w14:textId="77777777" w:rsidR="009570AF" w:rsidRDefault="009570AF" w:rsidP="00BA73C3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color w:val="515151"/>
          <w:sz w:val="28"/>
          <w:szCs w:val="28"/>
        </w:rPr>
      </w:pPr>
    </w:p>
    <w:p w14:paraId="6AA31B43" w14:textId="5CAA2FAA" w:rsidR="002601D6" w:rsidRDefault="003E351F" w:rsidP="00AE27C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601D6">
        <w:rPr>
          <w:rFonts w:ascii="Times New Roman" w:hAnsi="Times New Roman" w:cs="Times New Roman"/>
          <w:sz w:val="28"/>
          <w:szCs w:val="28"/>
        </w:rPr>
        <w:t xml:space="preserve">.  </w:t>
      </w:r>
      <w:r w:rsidR="00BA73C3" w:rsidRPr="009570AF">
        <w:rPr>
          <w:rFonts w:ascii="Times New Roman" w:hAnsi="Times New Roman" w:cs="Times New Roman"/>
          <w:sz w:val="28"/>
          <w:szCs w:val="28"/>
        </w:rPr>
        <w:t xml:space="preserve">What might be some underlying reasons that </w:t>
      </w:r>
      <w:proofErr w:type="gramStart"/>
      <w:r w:rsidR="00BA73C3" w:rsidRPr="009570AF">
        <w:rPr>
          <w:rFonts w:ascii="Times New Roman" w:hAnsi="Times New Roman" w:cs="Times New Roman"/>
          <w:sz w:val="28"/>
          <w:szCs w:val="28"/>
        </w:rPr>
        <w:t>teens</w:t>
      </w:r>
      <w:proofErr w:type="gramEnd"/>
      <w:r w:rsidR="00BA73C3" w:rsidRPr="009570AF">
        <w:rPr>
          <w:rFonts w:ascii="Times New Roman" w:hAnsi="Times New Roman" w:cs="Times New Roman"/>
          <w:sz w:val="28"/>
          <w:szCs w:val="28"/>
        </w:rPr>
        <w:t xml:space="preserve"> cyberbully?</w:t>
      </w:r>
    </w:p>
    <w:p w14:paraId="0E59CE88" w14:textId="77777777" w:rsidR="000E64F4" w:rsidRPr="000E64F4" w:rsidRDefault="000E64F4" w:rsidP="000E64F4">
      <w:pPr>
        <w:autoSpaceDE w:val="0"/>
        <w:autoSpaceDN w:val="0"/>
        <w:adjustRightInd w:val="0"/>
        <w:spacing w:after="0" w:line="240" w:lineRule="auto"/>
        <w:rPr>
          <w:rFonts w:cstheme="minorHAnsi"/>
          <w:color w:val="515151"/>
          <w:sz w:val="20"/>
          <w:szCs w:val="20"/>
        </w:rPr>
      </w:pPr>
      <w:r w:rsidRPr="000E64F4">
        <w:rPr>
          <w:rFonts w:cstheme="minorHAnsi"/>
          <w:sz w:val="20"/>
          <w:szCs w:val="20"/>
        </w:rPr>
        <w:t>(</w:t>
      </w:r>
      <w:r w:rsidRPr="000E64F4">
        <w:rPr>
          <w:rFonts w:cstheme="minorHAnsi"/>
          <w:color w:val="515151"/>
          <w:sz w:val="20"/>
          <w:szCs w:val="20"/>
        </w:rPr>
        <w:t>Eighty-one percent of teens said that other teens cyberbully be</w:t>
      </w:r>
      <w:r>
        <w:rPr>
          <w:rFonts w:cstheme="minorHAnsi"/>
          <w:color w:val="515151"/>
          <w:sz w:val="20"/>
          <w:szCs w:val="20"/>
        </w:rPr>
        <w:t xml:space="preserve">cause they </w:t>
      </w:r>
      <w:r w:rsidRPr="000E64F4">
        <w:rPr>
          <w:rFonts w:cstheme="minorHAnsi"/>
          <w:color w:val="515151"/>
          <w:sz w:val="20"/>
          <w:szCs w:val="20"/>
        </w:rPr>
        <w:t xml:space="preserve">think it is funny. However, we know that people bully when they feel sad or angry, or have problems. </w:t>
      </w:r>
      <w:r w:rsidRPr="000E64F4">
        <w:rPr>
          <w:rFonts w:cstheme="minorHAnsi"/>
          <w:color w:val="515251"/>
          <w:sz w:val="20"/>
          <w:szCs w:val="20"/>
        </w:rPr>
        <w:t>© Strategic Education Research Partnership 2010)</w:t>
      </w:r>
    </w:p>
    <w:p w14:paraId="2654F9A5" w14:textId="77777777" w:rsidR="009570AF" w:rsidRDefault="009570AF" w:rsidP="00AE27CA">
      <w:pPr>
        <w:spacing w:after="0" w:line="240" w:lineRule="auto"/>
        <w:rPr>
          <w:rFonts w:ascii="GillSans" w:hAnsi="GillSans" w:cs="GillSans"/>
          <w:color w:val="474747"/>
          <w:sz w:val="24"/>
          <w:szCs w:val="24"/>
        </w:rPr>
      </w:pPr>
    </w:p>
    <w:p w14:paraId="24F9F84C" w14:textId="246DF6CF" w:rsidR="000E64F4" w:rsidRDefault="003E351F" w:rsidP="00AE27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601D6">
        <w:rPr>
          <w:rFonts w:ascii="Times New Roman" w:hAnsi="Times New Roman" w:cs="Times New Roman"/>
          <w:sz w:val="28"/>
          <w:szCs w:val="28"/>
        </w:rPr>
        <w:t xml:space="preserve">.  </w:t>
      </w:r>
      <w:r w:rsidR="000E64F4">
        <w:rPr>
          <w:rFonts w:ascii="Times New Roman" w:hAnsi="Times New Roman" w:cs="Times New Roman"/>
          <w:sz w:val="28"/>
          <w:szCs w:val="28"/>
        </w:rPr>
        <w:t>What actions should be taken by victims of cyberbullying?</w:t>
      </w:r>
    </w:p>
    <w:p w14:paraId="24B74EC8" w14:textId="77777777" w:rsidR="000E64F4" w:rsidRDefault="000E64F4" w:rsidP="00AE27CA">
      <w:pPr>
        <w:spacing w:after="0" w:line="240" w:lineRule="auto"/>
        <w:rPr>
          <w:rFonts w:ascii="GillSans" w:hAnsi="GillSans" w:cs="GillSans"/>
          <w:color w:val="474747"/>
          <w:sz w:val="24"/>
          <w:szCs w:val="24"/>
        </w:rPr>
      </w:pPr>
    </w:p>
    <w:p w14:paraId="275619F6" w14:textId="4EB0A9F4" w:rsidR="009570AF" w:rsidRPr="000E64F4" w:rsidRDefault="003E351F" w:rsidP="009570A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7</w:t>
      </w:r>
      <w:r w:rsidR="002601D6">
        <w:rPr>
          <w:rFonts w:ascii="Times New Roman" w:eastAsia="Times New Roman" w:hAnsi="Times New Roman" w:cs="Times New Roman"/>
          <w:bCs/>
          <w:sz w:val="28"/>
          <w:szCs w:val="28"/>
        </w:rPr>
        <w:t xml:space="preserve">.  </w:t>
      </w:r>
      <w:r w:rsidR="00AE27CA">
        <w:rPr>
          <w:rFonts w:ascii="Times New Roman" w:eastAsia="Times New Roman" w:hAnsi="Times New Roman" w:cs="Times New Roman"/>
          <w:bCs/>
          <w:sz w:val="28"/>
          <w:szCs w:val="28"/>
        </w:rPr>
        <w:t>Is cyber</w:t>
      </w:r>
      <w:r w:rsidR="00AE27CA" w:rsidRPr="00AE27CA">
        <w:rPr>
          <w:rFonts w:ascii="Times New Roman" w:eastAsia="Times New Roman" w:hAnsi="Times New Roman" w:cs="Times New Roman"/>
          <w:bCs/>
          <w:sz w:val="28"/>
          <w:szCs w:val="28"/>
        </w:rPr>
        <w:t>bullying an issue tha</w:t>
      </w:r>
      <w:r w:rsidR="00AE27CA">
        <w:rPr>
          <w:rFonts w:ascii="Times New Roman" w:eastAsia="Times New Roman" w:hAnsi="Times New Roman" w:cs="Times New Roman"/>
          <w:bCs/>
          <w:sz w:val="28"/>
          <w:szCs w:val="28"/>
        </w:rPr>
        <w:t>t should be addressed by schools, law enforcement agencies,</w:t>
      </w:r>
      <w:r w:rsidR="00AE27CA" w:rsidRPr="00AE27CA">
        <w:rPr>
          <w:rFonts w:ascii="Times New Roman" w:eastAsia="Times New Roman" w:hAnsi="Times New Roman" w:cs="Times New Roman"/>
          <w:bCs/>
          <w:sz w:val="28"/>
          <w:szCs w:val="28"/>
        </w:rPr>
        <w:t xml:space="preserve"> or</w:t>
      </w:r>
      <w:r w:rsidR="009570AF">
        <w:rPr>
          <w:rFonts w:ascii="Times New Roman" w:eastAsia="Times New Roman" w:hAnsi="Times New Roman" w:cs="Times New Roman"/>
          <w:bCs/>
          <w:sz w:val="28"/>
          <w:szCs w:val="28"/>
        </w:rPr>
        <w:t xml:space="preserve"> parents?</w:t>
      </w:r>
    </w:p>
    <w:p w14:paraId="2D2EBAE6" w14:textId="77777777" w:rsidR="009570AF" w:rsidRDefault="009570AF" w:rsidP="009570A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C4DCCC" w14:textId="1E345443" w:rsidR="009570AF" w:rsidRPr="009570AF" w:rsidRDefault="003E351F" w:rsidP="009570AF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="002601D6">
        <w:rPr>
          <w:rFonts w:ascii="Times New Roman" w:eastAsia="Times New Roman" w:hAnsi="Times New Roman" w:cs="Times New Roman"/>
          <w:bCs/>
          <w:sz w:val="28"/>
          <w:szCs w:val="28"/>
        </w:rPr>
        <w:t xml:space="preserve">.  </w:t>
      </w:r>
      <w:r w:rsidR="009570AF" w:rsidRPr="009570AF">
        <w:rPr>
          <w:rFonts w:ascii="Times New Roman" w:eastAsia="Times New Roman" w:hAnsi="Times New Roman" w:cs="Times New Roman"/>
          <w:bCs/>
          <w:sz w:val="28"/>
          <w:szCs w:val="28"/>
        </w:rPr>
        <w:t>What is the responsibility of those who witness or know about instances of cyberbullying?</w:t>
      </w:r>
      <w:r w:rsidR="009A18FD">
        <w:rPr>
          <w:rFonts w:ascii="Times New Roman" w:eastAsia="Times New Roman" w:hAnsi="Times New Roman" w:cs="Times New Roman"/>
          <w:bCs/>
          <w:sz w:val="28"/>
          <w:szCs w:val="28"/>
        </w:rPr>
        <w:t xml:space="preserve">  What actions should they take?</w:t>
      </w:r>
    </w:p>
    <w:p w14:paraId="3F5776BF" w14:textId="77777777" w:rsidR="009570AF" w:rsidRDefault="009570AF" w:rsidP="00AE27CA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NewRomanPSMT" w:hAnsi="TimesNewRomanPSMT" w:cs="TimesNewRomanPSMT"/>
          <w:color w:val="474747"/>
          <w:sz w:val="28"/>
          <w:szCs w:val="28"/>
        </w:rPr>
      </w:pPr>
    </w:p>
    <w:p w14:paraId="197341F3" w14:textId="77777777" w:rsidR="00CC70B0" w:rsidRDefault="00CC70B0" w:rsidP="00AE27CA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NewRomanPSMT" w:hAnsi="TimesNewRomanPSMT" w:cs="TimesNewRomanPSMT"/>
          <w:color w:val="474747"/>
          <w:sz w:val="28"/>
          <w:szCs w:val="28"/>
        </w:rPr>
      </w:pPr>
    </w:p>
    <w:p w14:paraId="75B5C278" w14:textId="77777777" w:rsidR="00CC70B0" w:rsidRDefault="00CC70B0" w:rsidP="00AE27CA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NewRomanPSMT" w:hAnsi="TimesNewRomanPSMT" w:cs="TimesNewRomanPSMT"/>
          <w:color w:val="474747"/>
          <w:sz w:val="28"/>
          <w:szCs w:val="28"/>
        </w:rPr>
      </w:pPr>
    </w:p>
    <w:p w14:paraId="58F26277" w14:textId="77777777" w:rsidR="00CC70B0" w:rsidRDefault="00CC70B0" w:rsidP="00AE27CA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NewRomanPSMT" w:hAnsi="TimesNewRomanPSMT" w:cs="TimesNewRomanPSMT"/>
          <w:color w:val="474747"/>
          <w:sz w:val="28"/>
          <w:szCs w:val="28"/>
        </w:rPr>
      </w:pPr>
    </w:p>
    <w:p w14:paraId="65B84638" w14:textId="77777777" w:rsidR="00CC70B0" w:rsidRDefault="00CC70B0" w:rsidP="00AE27CA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NewRomanPSMT" w:hAnsi="TimesNewRomanPSMT" w:cs="TimesNewRomanPSMT"/>
          <w:color w:val="474747"/>
          <w:sz w:val="28"/>
          <w:szCs w:val="28"/>
        </w:rPr>
      </w:pPr>
    </w:p>
    <w:p w14:paraId="696ACE20" w14:textId="77777777" w:rsidR="00CC70B0" w:rsidRDefault="00CC70B0" w:rsidP="00AE27CA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NewRomanPSMT" w:hAnsi="TimesNewRomanPSMT" w:cs="TimesNewRomanPSMT"/>
          <w:color w:val="474747"/>
          <w:sz w:val="28"/>
          <w:szCs w:val="28"/>
        </w:rPr>
      </w:pPr>
    </w:p>
    <w:p w14:paraId="41727E29" w14:textId="77777777" w:rsidR="00CC70B0" w:rsidRDefault="00CC70B0" w:rsidP="00AE27CA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NewRomanPSMT" w:hAnsi="TimesNewRomanPSMT" w:cs="TimesNewRomanPSMT"/>
          <w:color w:val="474747"/>
          <w:sz w:val="28"/>
          <w:szCs w:val="28"/>
        </w:rPr>
      </w:pPr>
    </w:p>
    <w:p w14:paraId="605ED13F" w14:textId="77777777" w:rsidR="00CC70B0" w:rsidRPr="00CC70B0" w:rsidRDefault="00CC70B0" w:rsidP="00AE27CA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NewRomanPSMT" w:hAnsi="TimesNewRomanPSMT" w:cs="TimesNewRomanPSMT"/>
          <w:color w:val="474747"/>
          <w:w w:val="110"/>
          <w:sz w:val="28"/>
          <w:szCs w:val="28"/>
        </w:rPr>
      </w:pPr>
    </w:p>
    <w:p w14:paraId="308E3C5F" w14:textId="77777777" w:rsidR="009A18FD" w:rsidRDefault="002601D6" w:rsidP="00AE27CA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 </w:t>
      </w:r>
      <w:r w:rsidR="009A18FD" w:rsidRPr="009A18FD">
        <w:rPr>
          <w:rFonts w:ascii="Times New Roman" w:hAnsi="Times New Roman" w:cs="Times New Roman"/>
          <w:sz w:val="28"/>
          <w:szCs w:val="28"/>
        </w:rPr>
        <w:t>If a person knows that cyberbullying is happening and does nothing about it, what message does this send to the bully?</w:t>
      </w:r>
    </w:p>
    <w:p w14:paraId="5BAEE439" w14:textId="77777777" w:rsidR="009A18FD" w:rsidRDefault="009A18FD" w:rsidP="00AE27CA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5F764522" w14:textId="77777777" w:rsidR="009A18FD" w:rsidRDefault="002601D6" w:rsidP="00AE27CA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 </w:t>
      </w:r>
      <w:r w:rsidR="009A18FD" w:rsidRPr="009A18FD">
        <w:rPr>
          <w:rFonts w:ascii="Times New Roman" w:hAnsi="Times New Roman" w:cs="Times New Roman"/>
          <w:sz w:val="28"/>
          <w:szCs w:val="28"/>
        </w:rPr>
        <w:t xml:space="preserve">If </w:t>
      </w:r>
      <w:r w:rsidR="009A18FD">
        <w:rPr>
          <w:rFonts w:ascii="Times New Roman" w:hAnsi="Times New Roman" w:cs="Times New Roman"/>
          <w:sz w:val="28"/>
          <w:szCs w:val="28"/>
        </w:rPr>
        <w:t>a person who witnesses or knows of cyberbullying</w:t>
      </w:r>
      <w:r w:rsidR="009A18FD" w:rsidRPr="009A18FD">
        <w:rPr>
          <w:rFonts w:ascii="Times New Roman" w:hAnsi="Times New Roman" w:cs="Times New Roman"/>
          <w:sz w:val="28"/>
          <w:szCs w:val="28"/>
        </w:rPr>
        <w:t xml:space="preserve"> choose</w:t>
      </w:r>
      <w:r w:rsidR="009A18FD">
        <w:rPr>
          <w:rFonts w:ascii="Times New Roman" w:hAnsi="Times New Roman" w:cs="Times New Roman"/>
          <w:sz w:val="28"/>
          <w:szCs w:val="28"/>
        </w:rPr>
        <w:t>s</w:t>
      </w:r>
      <w:r w:rsidR="009A18FD" w:rsidRPr="009A18FD">
        <w:rPr>
          <w:rFonts w:ascii="Times New Roman" w:hAnsi="Times New Roman" w:cs="Times New Roman"/>
          <w:sz w:val="28"/>
          <w:szCs w:val="28"/>
        </w:rPr>
        <w:t xml:space="preserve"> to stand up for </w:t>
      </w:r>
      <w:r w:rsidR="009A18FD">
        <w:rPr>
          <w:rFonts w:ascii="Times New Roman" w:hAnsi="Times New Roman" w:cs="Times New Roman"/>
          <w:sz w:val="28"/>
          <w:szCs w:val="28"/>
        </w:rPr>
        <w:t>the victim</w:t>
      </w:r>
      <w:r w:rsidR="009A18FD" w:rsidRPr="009A18FD">
        <w:rPr>
          <w:rFonts w:ascii="Times New Roman" w:hAnsi="Times New Roman" w:cs="Times New Roman"/>
          <w:sz w:val="28"/>
          <w:szCs w:val="28"/>
        </w:rPr>
        <w:t xml:space="preserve">, how </w:t>
      </w:r>
      <w:r w:rsidR="009A18FD">
        <w:rPr>
          <w:rFonts w:ascii="Times New Roman" w:hAnsi="Times New Roman" w:cs="Times New Roman"/>
          <w:sz w:val="28"/>
          <w:szCs w:val="28"/>
        </w:rPr>
        <w:t>does it impact</w:t>
      </w:r>
      <w:r w:rsidR="009A18FD" w:rsidRPr="009A18FD">
        <w:rPr>
          <w:rFonts w:ascii="Times New Roman" w:hAnsi="Times New Roman" w:cs="Times New Roman"/>
          <w:sz w:val="28"/>
          <w:szCs w:val="28"/>
        </w:rPr>
        <w:t xml:space="preserve"> school climate regarding cyber bullying? </w:t>
      </w:r>
    </w:p>
    <w:p w14:paraId="57470ECE" w14:textId="77777777" w:rsidR="009A18FD" w:rsidRDefault="009A18FD" w:rsidP="00AE27CA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5C0FCC6D" w14:textId="77777777" w:rsidR="009A18FD" w:rsidRPr="009A18FD" w:rsidRDefault="002601D6" w:rsidP="00AE27CA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 w:cs="Times New Roman"/>
          <w:color w:val="474747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 </w:t>
      </w:r>
      <w:r w:rsidR="009A18FD" w:rsidRPr="009A18FD">
        <w:rPr>
          <w:rFonts w:ascii="Times New Roman" w:hAnsi="Times New Roman" w:cs="Times New Roman"/>
          <w:sz w:val="28"/>
          <w:szCs w:val="28"/>
        </w:rPr>
        <w:t xml:space="preserve">In standing up for </w:t>
      </w:r>
      <w:r w:rsidR="009A18FD">
        <w:rPr>
          <w:rFonts w:ascii="Times New Roman" w:hAnsi="Times New Roman" w:cs="Times New Roman"/>
          <w:sz w:val="28"/>
          <w:szCs w:val="28"/>
        </w:rPr>
        <w:t>a victim of cyberbullying</w:t>
      </w:r>
      <w:r w:rsidR="009A18FD" w:rsidRPr="009A18FD">
        <w:rPr>
          <w:rFonts w:ascii="Times New Roman" w:hAnsi="Times New Roman" w:cs="Times New Roman"/>
          <w:sz w:val="28"/>
          <w:szCs w:val="28"/>
        </w:rPr>
        <w:t xml:space="preserve">, what message is communicated to </w:t>
      </w:r>
      <w:r w:rsidR="009A18FD">
        <w:rPr>
          <w:rFonts w:ascii="Times New Roman" w:hAnsi="Times New Roman" w:cs="Times New Roman"/>
          <w:sz w:val="28"/>
          <w:szCs w:val="28"/>
        </w:rPr>
        <w:t>the person who is being bullied</w:t>
      </w:r>
      <w:r w:rsidR="009A18FD" w:rsidRPr="009A18FD">
        <w:rPr>
          <w:rFonts w:ascii="Times New Roman" w:hAnsi="Times New Roman" w:cs="Times New Roman"/>
          <w:sz w:val="28"/>
          <w:szCs w:val="28"/>
        </w:rPr>
        <w:t>? To the bully?</w:t>
      </w:r>
    </w:p>
    <w:p w14:paraId="65225866" w14:textId="77777777" w:rsidR="00AE27CA" w:rsidRPr="00BA73C3" w:rsidRDefault="00AE27CA" w:rsidP="00AE27CA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rFonts w:ascii="TimesNewRomanPSMT" w:hAnsi="TimesNewRomanPSMT" w:cs="TimesNewRomanPSMT"/>
          <w:color w:val="515151"/>
          <w:sz w:val="20"/>
          <w:szCs w:val="20"/>
        </w:rPr>
      </w:pPr>
    </w:p>
    <w:sectPr w:rsidR="00AE27CA" w:rsidRPr="00BA73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">
    <w:altName w:val="Gill San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51740F"/>
    <w:multiLevelType w:val="hybridMultilevel"/>
    <w:tmpl w:val="55645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2F2ECA"/>
    <w:multiLevelType w:val="hybridMultilevel"/>
    <w:tmpl w:val="55645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797CA9"/>
    <w:multiLevelType w:val="hybridMultilevel"/>
    <w:tmpl w:val="55645A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3C3"/>
    <w:rsid w:val="000E64F4"/>
    <w:rsid w:val="0024049E"/>
    <w:rsid w:val="002601D6"/>
    <w:rsid w:val="00304024"/>
    <w:rsid w:val="00375CBC"/>
    <w:rsid w:val="003E351F"/>
    <w:rsid w:val="00573EBB"/>
    <w:rsid w:val="0068296E"/>
    <w:rsid w:val="009570AF"/>
    <w:rsid w:val="009A18FD"/>
    <w:rsid w:val="00A63AE7"/>
    <w:rsid w:val="00AE27CA"/>
    <w:rsid w:val="00BA73C3"/>
    <w:rsid w:val="00BB3752"/>
    <w:rsid w:val="00CC70B0"/>
    <w:rsid w:val="00E04D9B"/>
    <w:rsid w:val="00E2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D9906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3C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27C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A73C3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E27C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9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75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onna%20Baker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6EA3AFF6-95FE-46AB-974D-299B26FDFD60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0</TotalTime>
  <Pages>1</Pages>
  <Words>247</Words>
  <Characters>1410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Baker</dc:creator>
  <cp:lastModifiedBy>Donna Baker</cp:lastModifiedBy>
  <cp:revision>2</cp:revision>
  <dcterms:created xsi:type="dcterms:W3CDTF">2012-05-25T19:37:00Z</dcterms:created>
  <dcterms:modified xsi:type="dcterms:W3CDTF">2012-05-25T19:37:00Z</dcterms:modified>
</cp:coreProperties>
</file>